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350" w:type="dxa"/>
        <w:tblBorders>
          <w:top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2518"/>
        <w:gridCol w:w="1843"/>
        <w:gridCol w:w="2834"/>
      </w:tblGrid>
      <w:tr w:rsidR="006E0E09" w:rsidRPr="00973885" w14:paraId="0502F0B5" w14:textId="77777777" w:rsidTr="00F20B03">
        <w:trPr>
          <w:trHeight w:hRule="exact" w:val="419"/>
        </w:trPr>
        <w:tc>
          <w:tcPr>
            <w:tcW w:w="9350" w:type="dxa"/>
            <w:gridSpan w:val="4"/>
            <w:shd w:val="clear" w:color="auto" w:fill="auto"/>
          </w:tcPr>
          <w:p w14:paraId="43CC05AF" w14:textId="3BF71AFD" w:rsidR="006E0E09" w:rsidRPr="006E0E09" w:rsidRDefault="006E0E09">
            <w:pPr>
              <w:rPr>
                <w:b/>
                <w:bCs/>
              </w:rPr>
            </w:pPr>
            <w:r w:rsidRPr="006E0E09">
              <w:rPr>
                <w:b/>
                <w:bCs/>
              </w:rPr>
              <w:t>Název veřejné zakázky: RTG přístroj pojízdný</w:t>
            </w:r>
          </w:p>
        </w:tc>
      </w:tr>
      <w:tr w:rsidR="000C2633" w:rsidRPr="00973885" w14:paraId="0F24944B" w14:textId="77777777" w:rsidTr="00451AC8">
        <w:trPr>
          <w:trHeight w:hRule="exact" w:val="419"/>
        </w:trPr>
        <w:tc>
          <w:tcPr>
            <w:tcW w:w="2155" w:type="dxa"/>
            <w:shd w:val="clear" w:color="auto" w:fill="DDD9C3" w:themeFill="background2" w:themeFillShade="E6"/>
          </w:tcPr>
          <w:p w14:paraId="7B7C65A8" w14:textId="77777777" w:rsidR="000C2633" w:rsidRPr="00973885" w:rsidRDefault="00592D2E" w:rsidP="00973885">
            <w:pPr>
              <w:pStyle w:val="Nadpis2"/>
            </w:pPr>
            <w:r>
              <w:t>Název společnosti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6E54EA85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AB5E055" w14:textId="77777777" w:rsidR="000C2633" w:rsidRPr="00973885" w:rsidRDefault="00592D2E" w:rsidP="00973885">
            <w:pPr>
              <w:pStyle w:val="Nadpis2"/>
            </w:pPr>
            <w:r>
              <w:t>Sídlo společnosti:</w:t>
            </w:r>
          </w:p>
        </w:tc>
        <w:tc>
          <w:tcPr>
            <w:tcW w:w="2834" w:type="dxa"/>
          </w:tcPr>
          <w:p w14:paraId="3E6C0BFF" w14:textId="77777777" w:rsidR="000C2633" w:rsidRDefault="000C2633"/>
          <w:p w14:paraId="52151DC9" w14:textId="77777777" w:rsidR="00592D2E" w:rsidRPr="00592D2E" w:rsidRDefault="00592D2E" w:rsidP="00592D2E">
            <w:pPr>
              <w:jc w:val="center"/>
            </w:pPr>
          </w:p>
        </w:tc>
      </w:tr>
      <w:tr w:rsidR="000C2633" w:rsidRPr="00973885" w14:paraId="635208A9" w14:textId="77777777" w:rsidTr="00451AC8">
        <w:trPr>
          <w:trHeight w:hRule="exact" w:val="397"/>
        </w:trPr>
        <w:tc>
          <w:tcPr>
            <w:tcW w:w="2155" w:type="dxa"/>
            <w:shd w:val="clear" w:color="auto" w:fill="DDD9C3" w:themeFill="background2" w:themeFillShade="E6"/>
          </w:tcPr>
          <w:p w14:paraId="0959C6C9" w14:textId="5EAD86B0" w:rsidR="000C2633" w:rsidRPr="00973885" w:rsidRDefault="00592D2E" w:rsidP="00973885">
            <w:pPr>
              <w:pStyle w:val="Nadpis2"/>
            </w:pPr>
            <w:r>
              <w:t>IČ</w:t>
            </w:r>
            <w:r w:rsidR="006E0E09">
              <w:t>O</w:t>
            </w:r>
            <w:r>
              <w:t>:</w:t>
            </w:r>
          </w:p>
        </w:tc>
        <w:tc>
          <w:tcPr>
            <w:tcW w:w="2518" w:type="dxa"/>
          </w:tcPr>
          <w:p w14:paraId="542BAFB6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2B00B6C7" w14:textId="77777777" w:rsidR="000C2633" w:rsidRPr="00973885" w:rsidRDefault="0064620B" w:rsidP="00973885">
            <w:pPr>
              <w:pStyle w:val="Nadpis2"/>
            </w:pPr>
            <w:r>
              <w:t>Číslo objednávky:</w:t>
            </w:r>
          </w:p>
        </w:tc>
        <w:tc>
          <w:tcPr>
            <w:tcW w:w="2834" w:type="dxa"/>
          </w:tcPr>
          <w:p w14:paraId="5570CC14" w14:textId="77777777" w:rsidR="000C2633" w:rsidRPr="00973885" w:rsidRDefault="000C2633"/>
        </w:tc>
      </w:tr>
      <w:tr w:rsidR="000C2633" w:rsidRPr="00973885" w14:paraId="4D28D032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5D231CBA" w14:textId="77777777" w:rsidR="000C2633" w:rsidRPr="00973885" w:rsidRDefault="0064620B" w:rsidP="00973885">
            <w:pPr>
              <w:pStyle w:val="Nadpis2"/>
            </w:pPr>
            <w:r>
              <w:t>Datum plánované instalace:</w:t>
            </w:r>
          </w:p>
        </w:tc>
        <w:tc>
          <w:tcPr>
            <w:tcW w:w="2518" w:type="dxa"/>
          </w:tcPr>
          <w:p w14:paraId="2711E38A" w14:textId="77777777" w:rsidR="000C2633" w:rsidRDefault="000C2633"/>
          <w:p w14:paraId="7452E20C" w14:textId="77777777" w:rsidR="0064620B" w:rsidRPr="0064620B" w:rsidRDefault="0064620B" w:rsidP="0064620B"/>
        </w:tc>
        <w:tc>
          <w:tcPr>
            <w:tcW w:w="1843" w:type="dxa"/>
            <w:shd w:val="clear" w:color="auto" w:fill="DDD9C3" w:themeFill="background2" w:themeFillShade="E6"/>
          </w:tcPr>
          <w:p w14:paraId="2AB6DA0D" w14:textId="77777777" w:rsidR="000C2633" w:rsidRPr="00973885" w:rsidRDefault="0064620B" w:rsidP="00973885">
            <w:pPr>
              <w:pStyle w:val="Nadpis2"/>
            </w:pPr>
            <w:r>
              <w:rPr>
                <w:lang w:bidi="cs-CZ"/>
              </w:rPr>
              <w:t>Kontaktní osoba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43D7E995" w14:textId="77777777" w:rsidR="000C2633" w:rsidRPr="00973885" w:rsidRDefault="000C2633"/>
        </w:tc>
      </w:tr>
      <w:tr w:rsidR="000C2633" w:rsidRPr="00973885" w14:paraId="2CDDB910" w14:textId="77777777" w:rsidTr="00451AC8">
        <w:trPr>
          <w:trHeight w:hRule="exact" w:val="369"/>
        </w:trPr>
        <w:tc>
          <w:tcPr>
            <w:tcW w:w="2155" w:type="dxa"/>
            <w:shd w:val="clear" w:color="auto" w:fill="DDD9C3" w:themeFill="background2" w:themeFillShade="E6"/>
          </w:tcPr>
          <w:p w14:paraId="31C7EA8D" w14:textId="77777777" w:rsidR="000C2633" w:rsidRPr="00973885" w:rsidRDefault="0064620B" w:rsidP="00973885">
            <w:pPr>
              <w:pStyle w:val="Nadpis2"/>
            </w:pPr>
            <w:r>
              <w:t>Kontaktní telefon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5D7DFBA3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52B82F1" w14:textId="77777777" w:rsidR="000C2633" w:rsidRPr="00973885" w:rsidRDefault="0064620B" w:rsidP="00973885">
            <w:pPr>
              <w:pStyle w:val="Nadpis2"/>
            </w:pPr>
            <w:r>
              <w:t>Kontaktní email:</w:t>
            </w:r>
          </w:p>
        </w:tc>
        <w:tc>
          <w:tcPr>
            <w:tcW w:w="2834" w:type="dxa"/>
          </w:tcPr>
          <w:p w14:paraId="314B3284" w14:textId="77777777" w:rsidR="000C2633" w:rsidRPr="00973885" w:rsidRDefault="000C2633"/>
        </w:tc>
      </w:tr>
      <w:tr w:rsidR="000C2633" w:rsidRPr="00973885" w14:paraId="23775D55" w14:textId="77777777" w:rsidTr="00451AC8">
        <w:trPr>
          <w:trHeight w:hRule="exact" w:val="388"/>
        </w:trPr>
        <w:tc>
          <w:tcPr>
            <w:tcW w:w="2155" w:type="dxa"/>
            <w:shd w:val="clear" w:color="auto" w:fill="DDD9C3" w:themeFill="background2" w:themeFillShade="E6"/>
          </w:tcPr>
          <w:p w14:paraId="51115CC0" w14:textId="400B0F03" w:rsidR="000C2633" w:rsidRPr="00973885" w:rsidRDefault="0064620B" w:rsidP="00973885">
            <w:pPr>
              <w:pStyle w:val="Nadpis2"/>
            </w:pPr>
            <w:r>
              <w:t>Telefonií kontakt 24/7</w:t>
            </w:r>
            <w:r w:rsidR="003F19D0">
              <w:t>:</w:t>
            </w:r>
          </w:p>
        </w:tc>
        <w:tc>
          <w:tcPr>
            <w:tcW w:w="2518" w:type="dxa"/>
          </w:tcPr>
          <w:p w14:paraId="2220059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1837BE0" w14:textId="77777777" w:rsidR="000C2633" w:rsidRPr="00973885" w:rsidRDefault="0064620B" w:rsidP="00973885">
            <w:pPr>
              <w:pStyle w:val="Nadpis2"/>
            </w:pPr>
            <w:r>
              <w:t>Telefon podpory:</w:t>
            </w:r>
          </w:p>
        </w:tc>
        <w:tc>
          <w:tcPr>
            <w:tcW w:w="2834" w:type="dxa"/>
          </w:tcPr>
          <w:p w14:paraId="6C340A2D" w14:textId="77777777" w:rsidR="000C2633" w:rsidRPr="00973885" w:rsidRDefault="000C2633"/>
        </w:tc>
      </w:tr>
      <w:tr w:rsidR="000C2633" w:rsidRPr="00973885" w14:paraId="2170A691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35443875" w14:textId="77777777" w:rsidR="000C2633" w:rsidRPr="00973885" w:rsidRDefault="0064620B" w:rsidP="00973885">
            <w:pPr>
              <w:pStyle w:val="Nadpis2"/>
            </w:pPr>
            <w:r>
              <w:t>Email podpory:</w:t>
            </w:r>
          </w:p>
        </w:tc>
        <w:tc>
          <w:tcPr>
            <w:tcW w:w="2518" w:type="dxa"/>
          </w:tcPr>
          <w:p w14:paraId="1536AB4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6D55CDA2" w14:textId="77777777" w:rsidR="000C2633" w:rsidRPr="00973885" w:rsidRDefault="006C6C8C" w:rsidP="00973885">
            <w:pPr>
              <w:pStyle w:val="Nadpis2"/>
            </w:pPr>
            <w:r>
              <w:t>Konec platnosti dodávky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0FBEAFF3" w14:textId="77777777" w:rsidR="000C2633" w:rsidRPr="00973885" w:rsidRDefault="000C2633"/>
        </w:tc>
      </w:tr>
    </w:tbl>
    <w:tbl>
      <w:tblPr>
        <w:tblStyle w:val="Svtlmkatabulky"/>
        <w:tblW w:w="93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7195"/>
      </w:tblGrid>
      <w:tr w:rsidR="000C2633" w:rsidRPr="00973885" w14:paraId="01FFDBDF" w14:textId="77777777" w:rsidTr="00451AC8">
        <w:trPr>
          <w:trHeight w:hRule="exact" w:val="374"/>
        </w:trPr>
        <w:tc>
          <w:tcPr>
            <w:tcW w:w="21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79B2BF5F" w14:textId="77777777" w:rsidR="000C2633" w:rsidRPr="00973885" w:rsidRDefault="0064620B" w:rsidP="00973885">
            <w:pPr>
              <w:pStyle w:val="Nadpis2"/>
              <w:spacing w:after="0"/>
            </w:pPr>
            <w:r>
              <w:t xml:space="preserve">Link </w:t>
            </w:r>
            <w:r w:rsidRPr="0064620B">
              <w:t xml:space="preserve">portálu </w:t>
            </w:r>
            <w:r>
              <w:t>podpory:</w:t>
            </w:r>
          </w:p>
        </w:tc>
        <w:tc>
          <w:tcPr>
            <w:tcW w:w="7195" w:type="dxa"/>
            <w:tcBorders>
              <w:left w:val="single" w:sz="4" w:space="0" w:color="auto"/>
              <w:bottom w:val="single" w:sz="4" w:space="0" w:color="auto"/>
            </w:tcBorders>
          </w:tcPr>
          <w:p w14:paraId="59649047" w14:textId="77777777" w:rsidR="000C2633" w:rsidRPr="00973885" w:rsidRDefault="000C2633" w:rsidP="00973885">
            <w:pPr>
              <w:spacing w:after="0"/>
            </w:pPr>
          </w:p>
        </w:tc>
      </w:tr>
      <w:tr w:rsidR="000C2633" w:rsidRPr="00973885" w14:paraId="3FFC6D4B" w14:textId="77777777" w:rsidTr="00451AC8">
        <w:trPr>
          <w:trHeight w:hRule="exact" w:val="567"/>
        </w:trPr>
        <w:tc>
          <w:tcPr>
            <w:tcW w:w="2155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4FA2B8F3" w14:textId="77777777" w:rsidR="000C2633" w:rsidRPr="00973885" w:rsidRDefault="00A67051" w:rsidP="00973885">
            <w:pPr>
              <w:pStyle w:val="Nadpis2"/>
              <w:spacing w:after="0"/>
            </w:pPr>
            <w:r>
              <w:t>Požadavek na vzdálenou správu: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14:paraId="309E324C" w14:textId="77777777" w:rsidR="000C2633" w:rsidRPr="00973885" w:rsidRDefault="000C2633" w:rsidP="00973885">
            <w:pPr>
              <w:spacing w:after="0"/>
            </w:pPr>
          </w:p>
        </w:tc>
      </w:tr>
      <w:tr w:rsidR="005D6703" w:rsidRPr="00973885" w14:paraId="54E91C74" w14:textId="77777777" w:rsidTr="00451AC8">
        <w:trPr>
          <w:trHeight w:hRule="exact" w:val="567"/>
        </w:trPr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029BE64F" w14:textId="6620C037" w:rsidR="005D6703" w:rsidRDefault="005D6703" w:rsidP="00973885">
            <w:pPr>
              <w:pStyle w:val="Nadpis2"/>
              <w:spacing w:after="0"/>
            </w:pPr>
            <w:r>
              <w:t>Licenční ujednání (OEM, pronájem, aj.)</w:t>
            </w:r>
          </w:p>
        </w:tc>
        <w:tc>
          <w:tcPr>
            <w:tcW w:w="71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1DF0C56" w14:textId="77777777" w:rsidR="005D6703" w:rsidRPr="00973885" w:rsidRDefault="005D6703" w:rsidP="00973885">
            <w:pPr>
              <w:spacing w:after="0"/>
            </w:pPr>
          </w:p>
        </w:tc>
      </w:tr>
      <w:tr w:rsidR="00837F9D" w:rsidRPr="00973885" w14:paraId="6CBD035B" w14:textId="77777777" w:rsidTr="00451AC8">
        <w:trPr>
          <w:trHeight w:hRule="exact" w:val="615"/>
        </w:trPr>
        <w:tc>
          <w:tcPr>
            <w:tcW w:w="2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1DDDC64B" w14:textId="76924801" w:rsidR="00837F9D" w:rsidRDefault="00837F9D" w:rsidP="00973885">
            <w:pPr>
              <w:pStyle w:val="Nadpis2"/>
              <w:spacing w:after="0"/>
            </w:pPr>
            <w:r>
              <w:t xml:space="preserve">Počet </w:t>
            </w:r>
            <w:r w:rsidR="00E15D1D">
              <w:t xml:space="preserve">již </w:t>
            </w:r>
            <w:r w:rsidR="007F086A">
              <w:t>zakoupených licenci</w:t>
            </w:r>
            <w:r w:rsidR="001C528B">
              <w:t xml:space="preserve"> a druh</w:t>
            </w:r>
            <w:r w:rsidR="00AE0586">
              <w:t xml:space="preserve"> lic.</w:t>
            </w:r>
            <w:r w:rsidR="002249F0"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0CF918" w14:textId="563E92AF" w:rsidR="00837F9D" w:rsidRPr="00F90B73" w:rsidRDefault="00E15D1D" w:rsidP="00973885">
            <w:pPr>
              <w:spacing w:after="0"/>
            </w:pPr>
            <w:r w:rsidRPr="00F90B73">
              <w:rPr>
                <w:sz w:val="14"/>
                <w:szCs w:val="14"/>
              </w:rPr>
              <w:t>(*příloha)</w:t>
            </w:r>
            <w:r w:rsidR="00F90B73" w:rsidRPr="00857401">
              <w:t>.</w:t>
            </w:r>
          </w:p>
        </w:tc>
      </w:tr>
    </w:tbl>
    <w:tbl>
      <w:tblPr>
        <w:tblStyle w:val="Mkatabulky"/>
        <w:tblW w:w="9357" w:type="dxa"/>
        <w:shd w:val="clear" w:color="auto" w:fill="D9D9D9" w:themeFill="background1" w:themeFillShade="D9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9"/>
      </w:tblGrid>
      <w:tr w:rsidR="006C6C8C" w:rsidRPr="00973885" w14:paraId="5FE5A784" w14:textId="77777777" w:rsidTr="00451AC8">
        <w:trPr>
          <w:trHeight w:hRule="exact" w:val="340"/>
        </w:trPr>
        <w:tc>
          <w:tcPr>
            <w:tcW w:w="4678" w:type="dxa"/>
            <w:shd w:val="clear" w:color="auto" w:fill="D5F9D8"/>
            <w:vAlign w:val="center"/>
          </w:tcPr>
          <w:p w14:paraId="51F9AE5C" w14:textId="5F3FD483" w:rsidR="006C6C8C" w:rsidRDefault="006C6C8C" w:rsidP="00BA478E">
            <w:pPr>
              <w:pStyle w:val="Nadpis2"/>
            </w:pPr>
            <w:r>
              <w:t>Popis dodávaného HW</w:t>
            </w:r>
            <w:r w:rsidR="005D6703">
              <w:t xml:space="preserve"> (PC, MON, TISK, SKENER, aj.)</w:t>
            </w:r>
            <w:r>
              <w:t>:</w:t>
            </w:r>
          </w:p>
          <w:p w14:paraId="72A2F0A3" w14:textId="77777777" w:rsidR="006C6C8C" w:rsidRPr="006C6C8C" w:rsidRDefault="006C6C8C" w:rsidP="00BA478E">
            <w:pPr>
              <w:tabs>
                <w:tab w:val="left" w:pos="2805"/>
              </w:tabs>
            </w:pPr>
            <w:r>
              <w:tab/>
            </w:r>
          </w:p>
        </w:tc>
        <w:tc>
          <w:tcPr>
            <w:tcW w:w="4679" w:type="dxa"/>
            <w:shd w:val="clear" w:color="auto" w:fill="D5F9D8"/>
            <w:vAlign w:val="center"/>
          </w:tcPr>
          <w:p w14:paraId="6FF688A9" w14:textId="1917130A" w:rsidR="006C6C8C" w:rsidRPr="00973885" w:rsidRDefault="006C6C8C" w:rsidP="00BA478E">
            <w:pPr>
              <w:pStyle w:val="Nadpis2"/>
            </w:pPr>
            <w:r>
              <w:t>Popis dodávaného SW</w:t>
            </w:r>
            <w:r w:rsidR="005D6703">
              <w:t xml:space="preserve"> (OS, ASW, ANTIVIR, aj.)</w:t>
            </w:r>
            <w:r>
              <w:t>:</w:t>
            </w:r>
          </w:p>
        </w:tc>
      </w:tr>
    </w:tbl>
    <w:tbl>
      <w:tblPr>
        <w:tblStyle w:val="Svtlmkatabulky"/>
        <w:tblW w:w="9357" w:type="dxa"/>
        <w:tblBorders>
          <w:top w:val="none" w:sz="0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2"/>
        <w:gridCol w:w="7"/>
      </w:tblGrid>
      <w:tr w:rsidR="00A67051" w:rsidRPr="00973885" w14:paraId="75B6E122" w14:textId="77777777" w:rsidTr="001E0EE4">
        <w:trPr>
          <w:trHeight w:val="929"/>
        </w:trPr>
        <w:tc>
          <w:tcPr>
            <w:tcW w:w="4678" w:type="dxa"/>
          </w:tcPr>
          <w:p w14:paraId="085850F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3F27D22D" w14:textId="77777777" w:rsidR="00A67051" w:rsidRPr="00973885" w:rsidRDefault="00A67051" w:rsidP="006C6C8C"/>
        </w:tc>
      </w:tr>
      <w:tr w:rsidR="00A67051" w:rsidRPr="00973885" w14:paraId="02D8C3B4" w14:textId="77777777" w:rsidTr="00451AC8">
        <w:trPr>
          <w:trHeight w:val="340"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D5F9D8"/>
            <w:vAlign w:val="center"/>
          </w:tcPr>
          <w:p w14:paraId="03E7DEED" w14:textId="657B55E0" w:rsidR="00A67051" w:rsidRPr="00A67051" w:rsidRDefault="005D6703" w:rsidP="00BA478E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HW: </w:t>
            </w:r>
          </w:p>
        </w:tc>
        <w:tc>
          <w:tcPr>
            <w:tcW w:w="4679" w:type="dxa"/>
            <w:gridSpan w:val="2"/>
            <w:shd w:val="clear" w:color="auto" w:fill="D5F9D8"/>
            <w:vAlign w:val="center"/>
          </w:tcPr>
          <w:p w14:paraId="715FCA17" w14:textId="5BE0DECC" w:rsidR="00A67051" w:rsidRPr="00973885" w:rsidRDefault="005D6703" w:rsidP="00BA478E"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</w:t>
            </w:r>
            <w:r w:rsidR="00A67051">
              <w:rPr>
                <w:rFonts w:asciiTheme="majorHAnsi" w:hAnsiTheme="majorHAnsi" w:cstheme="majorHAnsi"/>
                <w:b/>
                <w:bCs/>
              </w:rPr>
              <w:t>S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W:</w:t>
            </w:r>
          </w:p>
        </w:tc>
      </w:tr>
      <w:tr w:rsidR="00A67051" w:rsidRPr="00973885" w14:paraId="26D0878F" w14:textId="77777777" w:rsidTr="001E0EE4">
        <w:trPr>
          <w:trHeight w:val="940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50D880D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1CD4B280" w14:textId="77777777" w:rsidR="00A67051" w:rsidRPr="00973885" w:rsidRDefault="00A67051" w:rsidP="006C6C8C"/>
        </w:tc>
      </w:tr>
      <w:tr w:rsidR="0067116C" w:rsidRPr="0067116C" w14:paraId="61D3372C" w14:textId="77777777" w:rsidTr="00451AC8">
        <w:tblPrEx>
          <w:tblBorders>
            <w:top w:val="single" w:sz="4" w:space="0" w:color="auto"/>
          </w:tblBorders>
        </w:tblPrEx>
        <w:trPr>
          <w:gridAfter w:val="1"/>
          <w:wAfter w:w="7" w:type="dxa"/>
        </w:trPr>
        <w:tc>
          <w:tcPr>
            <w:tcW w:w="9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14:paraId="1EF2C098" w14:textId="6CDD4E9D" w:rsidR="001C1855" w:rsidRPr="00587DD7" w:rsidRDefault="0028627D" w:rsidP="005D6703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Požadavek na propojení</w:t>
            </w:r>
            <w:r w:rsidR="00EF3E0B">
              <w:rPr>
                <w:b/>
                <w:bCs/>
              </w:rPr>
              <w:t xml:space="preserve"> přístroje </w:t>
            </w:r>
            <w:r w:rsidR="0067116C" w:rsidRPr="00587DD7">
              <w:rPr>
                <w:b/>
                <w:bCs/>
              </w:rPr>
              <w:t xml:space="preserve">na </w:t>
            </w:r>
            <w:r w:rsidR="00587DD7" w:rsidRPr="00587DD7">
              <w:rPr>
                <w:b/>
                <w:bCs/>
              </w:rPr>
              <w:t>nemocniční systém</w:t>
            </w:r>
            <w:r w:rsidR="00EF3E0B">
              <w:rPr>
                <w:b/>
                <w:bCs/>
              </w:rPr>
              <w:t>y</w:t>
            </w:r>
            <w:r w:rsidR="00624063">
              <w:rPr>
                <w:b/>
                <w:bCs/>
              </w:rPr>
              <w:t xml:space="preserve"> (doplnit popis komunikačního rozhraní)</w:t>
            </w:r>
            <w:r w:rsidR="003F19D0">
              <w:rPr>
                <w:b/>
                <w:bCs/>
              </w:rPr>
              <w:t>:</w:t>
            </w:r>
          </w:p>
        </w:tc>
      </w:tr>
    </w:tbl>
    <w:tbl>
      <w:tblPr>
        <w:tblStyle w:val="Mkatabulky"/>
        <w:tblW w:w="9357" w:type="dxa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1168"/>
        <w:gridCol w:w="585"/>
        <w:gridCol w:w="401"/>
        <w:gridCol w:w="184"/>
        <w:gridCol w:w="1168"/>
        <w:gridCol w:w="585"/>
        <w:gridCol w:w="585"/>
        <w:gridCol w:w="4674"/>
        <w:gridCol w:w="7"/>
      </w:tblGrid>
      <w:tr w:rsidR="005D6703" w:rsidRPr="00973885" w14:paraId="4279BBDE" w14:textId="77777777" w:rsidTr="00451AC8">
        <w:trPr>
          <w:gridAfter w:val="1"/>
          <w:wAfter w:w="7" w:type="dxa"/>
          <w:trHeight w:hRule="exact" w:val="371"/>
        </w:trPr>
        <w:tc>
          <w:tcPr>
            <w:tcW w:w="2154" w:type="dxa"/>
            <w:gridSpan w:val="3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562C2FF0" w14:textId="0A937035" w:rsidR="005D6703" w:rsidRDefault="005D6703" w:rsidP="00504D81">
            <w:pPr>
              <w:pStyle w:val="Nadpis2"/>
            </w:pPr>
            <w:r>
              <w:t>Na klinický IS:</w:t>
            </w:r>
          </w:p>
        </w:tc>
        <w:tc>
          <w:tcPr>
            <w:tcW w:w="7196" w:type="dxa"/>
            <w:gridSpan w:val="5"/>
            <w:tcBorders>
              <w:top w:val="single" w:sz="4" w:space="0" w:color="auto"/>
            </w:tcBorders>
          </w:tcPr>
          <w:p w14:paraId="15503E7B" w14:textId="77777777" w:rsidR="005D6703" w:rsidRPr="00973885" w:rsidRDefault="005D6703" w:rsidP="00504D81"/>
        </w:tc>
      </w:tr>
      <w:tr w:rsidR="005D6703" w:rsidRPr="00973885" w14:paraId="55677B5B" w14:textId="77777777" w:rsidTr="00451AC8">
        <w:trPr>
          <w:gridAfter w:val="1"/>
          <w:wAfter w:w="7" w:type="dxa"/>
          <w:trHeight w:hRule="exact" w:val="391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5328FC8E" w14:textId="4BC24CF5" w:rsidR="005D6703" w:rsidRDefault="005D6703" w:rsidP="005D6703">
            <w:pPr>
              <w:pStyle w:val="Nadpis2"/>
            </w:pPr>
            <w:r>
              <w:t>Na laboratorní IS:</w:t>
            </w:r>
          </w:p>
        </w:tc>
        <w:tc>
          <w:tcPr>
            <w:tcW w:w="7196" w:type="dxa"/>
            <w:gridSpan w:val="5"/>
          </w:tcPr>
          <w:p w14:paraId="192C5938" w14:textId="77777777" w:rsidR="005D6703" w:rsidRPr="00973885" w:rsidRDefault="005D6703" w:rsidP="005D6703"/>
        </w:tc>
      </w:tr>
      <w:tr w:rsidR="005D6703" w:rsidRPr="00973885" w14:paraId="479F20FD" w14:textId="77777777" w:rsidTr="00451AC8">
        <w:trPr>
          <w:gridAfter w:val="1"/>
          <w:wAfter w:w="7" w:type="dxa"/>
          <w:trHeight w:hRule="exact" w:val="397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73852F20" w14:textId="12BBBE13" w:rsidR="005D6703" w:rsidRDefault="005D6703" w:rsidP="005D6703">
            <w:pPr>
              <w:pStyle w:val="Nadpis2"/>
            </w:pPr>
            <w:r>
              <w:t>Na PACS:</w:t>
            </w:r>
          </w:p>
        </w:tc>
        <w:tc>
          <w:tcPr>
            <w:tcW w:w="7196" w:type="dxa"/>
            <w:gridSpan w:val="5"/>
          </w:tcPr>
          <w:p w14:paraId="5D84B84C" w14:textId="77777777" w:rsidR="005D6703" w:rsidRPr="00973885" w:rsidRDefault="005D6703" w:rsidP="005D6703"/>
        </w:tc>
      </w:tr>
      <w:tr w:rsidR="005D6703" w:rsidRPr="00973885" w14:paraId="5211A374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FBD4B4" w:themeFill="accent6" w:themeFillTint="66"/>
            <w:vAlign w:val="center"/>
          </w:tcPr>
          <w:p w14:paraId="628CC1A4" w14:textId="151E68DA" w:rsidR="005D6703" w:rsidRDefault="005D6703" w:rsidP="005D6703">
            <w:pPr>
              <w:pStyle w:val="Nadpis2"/>
            </w:pPr>
            <w:r>
              <w:t>Požadavek na zajištění uložiště</w:t>
            </w:r>
            <w:r w:rsidR="00451AC8">
              <w:t>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CED98F4" w14:textId="77777777" w:rsidR="005D6703" w:rsidRDefault="005D6703" w:rsidP="005D6703">
            <w:pPr>
              <w:pStyle w:val="Nadpis2"/>
            </w:pPr>
          </w:p>
        </w:tc>
      </w:tr>
      <w:tr w:rsidR="005D6703" w:rsidRPr="00973885" w14:paraId="5A12CB85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E0E377"/>
            <w:vAlign w:val="center"/>
          </w:tcPr>
          <w:p w14:paraId="28ED2F20" w14:textId="13336A37" w:rsidR="005D6703" w:rsidRPr="00973885" w:rsidRDefault="005D6703" w:rsidP="005D6703">
            <w:pPr>
              <w:pStyle w:val="Nadpis2"/>
            </w:pPr>
            <w:r>
              <w:t>Dodáno / požadováno po ICT (před realizací):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E0E377"/>
            <w:vAlign w:val="center"/>
          </w:tcPr>
          <w:p w14:paraId="2E359E9D" w14:textId="33482A31" w:rsidR="005D6703" w:rsidRPr="00973885" w:rsidRDefault="00451AC8" w:rsidP="005D6703">
            <w:pPr>
              <w:pStyle w:val="Nadpis2"/>
            </w:pPr>
            <w:r>
              <w:t>Výčet dalších požadavků na součinnost od ICT:</w:t>
            </w:r>
          </w:p>
        </w:tc>
      </w:tr>
      <w:tr w:rsidR="00451AC8" w:rsidRPr="00973885" w14:paraId="1952CEF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E168908" w14:textId="564A44D6" w:rsidR="00451AC8" w:rsidRPr="00973885" w:rsidRDefault="00451AC8" w:rsidP="005D6703">
            <w:r>
              <w:t>PC</w:t>
            </w:r>
          </w:p>
        </w:tc>
        <w:tc>
          <w:tcPr>
            <w:tcW w:w="585" w:type="dxa"/>
          </w:tcPr>
          <w:p w14:paraId="6193B7F8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7B058A8B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1EA0F474" w14:textId="41FD12FB" w:rsidR="00451AC8" w:rsidRPr="00973885" w:rsidRDefault="00451AC8" w:rsidP="005D6703">
            <w:r>
              <w:t>LCD</w:t>
            </w:r>
          </w:p>
        </w:tc>
        <w:tc>
          <w:tcPr>
            <w:tcW w:w="585" w:type="dxa"/>
          </w:tcPr>
          <w:p w14:paraId="1FCEC6A8" w14:textId="77777777" w:rsidR="00451AC8" w:rsidRPr="00973885" w:rsidRDefault="00451AC8" w:rsidP="005D6703"/>
        </w:tc>
        <w:tc>
          <w:tcPr>
            <w:tcW w:w="585" w:type="dxa"/>
          </w:tcPr>
          <w:p w14:paraId="5AA7DD91" w14:textId="77777777" w:rsidR="00451AC8" w:rsidRPr="00973885" w:rsidRDefault="00451AC8" w:rsidP="005D6703"/>
        </w:tc>
        <w:tc>
          <w:tcPr>
            <w:tcW w:w="4681" w:type="dxa"/>
            <w:gridSpan w:val="2"/>
            <w:vMerge w:val="restart"/>
          </w:tcPr>
          <w:p w14:paraId="74EBE8E7" w14:textId="77777777" w:rsidR="00451AC8" w:rsidRPr="00973885" w:rsidRDefault="00451AC8" w:rsidP="005D6703"/>
        </w:tc>
      </w:tr>
      <w:tr w:rsidR="00451AC8" w:rsidRPr="00973885" w14:paraId="3D1CA03D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8DACD0C" w14:textId="2FCEFABA" w:rsidR="00451AC8" w:rsidRPr="00973885" w:rsidRDefault="00451AC8" w:rsidP="005D6703">
            <w:r>
              <w:t>WIN 10 pro</w:t>
            </w:r>
          </w:p>
        </w:tc>
        <w:tc>
          <w:tcPr>
            <w:tcW w:w="585" w:type="dxa"/>
          </w:tcPr>
          <w:p w14:paraId="1CF90DBE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1990F756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696D5264" w14:textId="03419DB4" w:rsidR="00451AC8" w:rsidRPr="00973885" w:rsidRDefault="000B2528" w:rsidP="005D6703">
            <w:r>
              <w:t>Linux</w:t>
            </w:r>
          </w:p>
        </w:tc>
        <w:tc>
          <w:tcPr>
            <w:tcW w:w="585" w:type="dxa"/>
          </w:tcPr>
          <w:p w14:paraId="21FEB05B" w14:textId="77777777" w:rsidR="00451AC8" w:rsidRPr="00973885" w:rsidRDefault="00451AC8" w:rsidP="005D6703"/>
        </w:tc>
        <w:tc>
          <w:tcPr>
            <w:tcW w:w="585" w:type="dxa"/>
          </w:tcPr>
          <w:p w14:paraId="42C047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57E6604" w14:textId="77777777" w:rsidR="00451AC8" w:rsidRPr="00973885" w:rsidRDefault="00451AC8" w:rsidP="005D6703"/>
        </w:tc>
      </w:tr>
      <w:tr w:rsidR="00451AC8" w:rsidRPr="00973885" w14:paraId="40011719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E3C1682" w14:textId="62720CD1" w:rsidR="00451AC8" w:rsidRPr="00973885" w:rsidRDefault="00451AC8" w:rsidP="005D6703">
            <w:r>
              <w:t>Antivirus</w:t>
            </w:r>
          </w:p>
        </w:tc>
        <w:tc>
          <w:tcPr>
            <w:tcW w:w="585" w:type="dxa"/>
          </w:tcPr>
          <w:p w14:paraId="3238449B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3ACBDCF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4FA7D54" w14:textId="4C628751" w:rsidR="00451AC8" w:rsidRPr="00973885" w:rsidRDefault="00451AC8" w:rsidP="005D6703">
            <w:r>
              <w:t>Office</w:t>
            </w:r>
          </w:p>
        </w:tc>
        <w:tc>
          <w:tcPr>
            <w:tcW w:w="585" w:type="dxa"/>
          </w:tcPr>
          <w:p w14:paraId="18A6ABCD" w14:textId="77777777" w:rsidR="00451AC8" w:rsidRPr="00973885" w:rsidRDefault="00451AC8" w:rsidP="005D6703"/>
        </w:tc>
        <w:tc>
          <w:tcPr>
            <w:tcW w:w="585" w:type="dxa"/>
          </w:tcPr>
          <w:p w14:paraId="4D1998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9F6E6CC" w14:textId="77777777" w:rsidR="00451AC8" w:rsidRPr="00973885" w:rsidRDefault="00451AC8" w:rsidP="005D6703"/>
        </w:tc>
      </w:tr>
      <w:tr w:rsidR="00451AC8" w:rsidRPr="00973885" w14:paraId="5936ED5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4DFDEA5" w14:textId="7AEDFCA6" w:rsidR="00451AC8" w:rsidRPr="00973885" w:rsidRDefault="00451AC8" w:rsidP="005D6703">
            <w:r>
              <w:t>Lan</w:t>
            </w:r>
          </w:p>
        </w:tc>
        <w:tc>
          <w:tcPr>
            <w:tcW w:w="585" w:type="dxa"/>
          </w:tcPr>
          <w:p w14:paraId="1B6D1B23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43B6D439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57F8659F" w14:textId="17025E6C" w:rsidR="00451AC8" w:rsidRPr="00973885" w:rsidRDefault="00451AC8" w:rsidP="005D6703">
            <w:r>
              <w:t>Wi-Fi</w:t>
            </w:r>
          </w:p>
        </w:tc>
        <w:tc>
          <w:tcPr>
            <w:tcW w:w="585" w:type="dxa"/>
          </w:tcPr>
          <w:p w14:paraId="6F5F7993" w14:textId="77777777" w:rsidR="00451AC8" w:rsidRPr="00973885" w:rsidRDefault="00451AC8" w:rsidP="005D6703"/>
        </w:tc>
        <w:tc>
          <w:tcPr>
            <w:tcW w:w="585" w:type="dxa"/>
          </w:tcPr>
          <w:p w14:paraId="3CC7DD0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5A786E93" w14:textId="77777777" w:rsidR="00451AC8" w:rsidRPr="00973885" w:rsidRDefault="00451AC8" w:rsidP="005D6703"/>
        </w:tc>
      </w:tr>
      <w:tr w:rsidR="00451AC8" w:rsidRPr="00973885" w14:paraId="3B5D67EA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2B3C310C" w14:textId="50ED2149" w:rsidR="00451AC8" w:rsidRPr="00973885" w:rsidRDefault="00451AC8" w:rsidP="005D6703">
            <w:r>
              <w:t>Tiskárna</w:t>
            </w:r>
          </w:p>
        </w:tc>
        <w:tc>
          <w:tcPr>
            <w:tcW w:w="585" w:type="dxa"/>
          </w:tcPr>
          <w:p w14:paraId="3F32584D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09724BA1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0CC282C" w14:textId="3422D55F" w:rsidR="00451AC8" w:rsidRPr="00973885" w:rsidRDefault="00451AC8" w:rsidP="005D6703">
            <w:r>
              <w:t>COM port</w:t>
            </w:r>
          </w:p>
        </w:tc>
        <w:tc>
          <w:tcPr>
            <w:tcW w:w="585" w:type="dxa"/>
          </w:tcPr>
          <w:p w14:paraId="332DDACE" w14:textId="77777777" w:rsidR="00451AC8" w:rsidRPr="00973885" w:rsidRDefault="00451AC8" w:rsidP="005D6703"/>
        </w:tc>
        <w:tc>
          <w:tcPr>
            <w:tcW w:w="585" w:type="dxa"/>
          </w:tcPr>
          <w:p w14:paraId="012FDAD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3A787CED" w14:textId="77777777" w:rsidR="00451AC8" w:rsidRPr="00A67051" w:rsidRDefault="00451AC8" w:rsidP="00451AC8">
            <w:pPr>
              <w:tabs>
                <w:tab w:val="left" w:pos="1350"/>
              </w:tabs>
            </w:pPr>
          </w:p>
        </w:tc>
      </w:tr>
      <w:tr w:rsidR="00451AC8" w:rsidRPr="00973885" w14:paraId="5C54D611" w14:textId="77777777" w:rsidTr="00451AC8">
        <w:trPr>
          <w:trHeight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968515B" w14:textId="37606DE9" w:rsidR="00451AC8" w:rsidRPr="00973885" w:rsidRDefault="00451AC8" w:rsidP="005D6703">
            <w:r>
              <w:t>Scanner BC</w:t>
            </w:r>
          </w:p>
        </w:tc>
        <w:tc>
          <w:tcPr>
            <w:tcW w:w="585" w:type="dxa"/>
          </w:tcPr>
          <w:p w14:paraId="0205BF44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18757D0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3040A4AD" w14:textId="096559AA" w:rsidR="00451AC8" w:rsidRPr="00973885" w:rsidRDefault="00451AC8" w:rsidP="005D6703">
            <w:r>
              <w:t>LPT port</w:t>
            </w:r>
          </w:p>
        </w:tc>
        <w:tc>
          <w:tcPr>
            <w:tcW w:w="585" w:type="dxa"/>
          </w:tcPr>
          <w:p w14:paraId="3AFA50B9" w14:textId="77777777" w:rsidR="00451AC8" w:rsidRPr="00973885" w:rsidRDefault="00451AC8" w:rsidP="005D6703"/>
        </w:tc>
        <w:tc>
          <w:tcPr>
            <w:tcW w:w="585" w:type="dxa"/>
          </w:tcPr>
          <w:p w14:paraId="2FF794D0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4814AD9A" w14:textId="77777777" w:rsidR="00451AC8" w:rsidRPr="00973885" w:rsidRDefault="00451AC8" w:rsidP="005D6703"/>
        </w:tc>
      </w:tr>
    </w:tbl>
    <w:tbl>
      <w:tblPr>
        <w:tblStyle w:val="Svtlmkatabulky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22"/>
        <w:gridCol w:w="2551"/>
        <w:gridCol w:w="1985"/>
        <w:gridCol w:w="2692"/>
      </w:tblGrid>
      <w:tr w:rsidR="005E3E15" w:rsidRPr="00973885" w14:paraId="7CE7922E" w14:textId="77777777" w:rsidTr="00BA478E">
        <w:trPr>
          <w:trHeight w:hRule="exact" w:val="284"/>
        </w:trPr>
        <w:tc>
          <w:tcPr>
            <w:tcW w:w="2122" w:type="dxa"/>
            <w:shd w:val="clear" w:color="auto" w:fill="D9D9D9" w:themeFill="background1" w:themeFillShade="D9"/>
          </w:tcPr>
          <w:p w14:paraId="5D5DF5DC" w14:textId="4E3F001C" w:rsidR="005E3E15" w:rsidRPr="00973885" w:rsidRDefault="00451AC8" w:rsidP="005E3E15">
            <w:pPr>
              <w:spacing w:after="0"/>
            </w:pPr>
            <w:r>
              <w:lastRenderedPageBreak/>
              <w:t>Zapsal za dodavatele</w:t>
            </w:r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551" w:type="dxa"/>
          </w:tcPr>
          <w:p w14:paraId="78ADF0A7" w14:textId="77777777" w:rsidR="005E3E15" w:rsidRPr="00973885" w:rsidRDefault="005E3E15" w:rsidP="005E3E15">
            <w:pPr>
              <w:spacing w:after="0"/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43F640E9" w14:textId="77777777" w:rsidR="005E3E15" w:rsidRPr="00973885" w:rsidRDefault="006E0E09" w:rsidP="005E3E15">
            <w:pPr>
              <w:spacing w:after="0"/>
            </w:pPr>
            <w:sdt>
              <w:sdtPr>
                <w:alias w:val="Datum:"/>
                <w:tag w:val="Datum:"/>
                <w:id w:val="-895658618"/>
                <w:placeholder>
                  <w:docPart w:val="DB8778E5FC0A49EF92338BD79F51E0E5"/>
                </w:placeholder>
                <w:temporary/>
                <w:showingPlcHdr/>
                <w15:appearance w15:val="hidden"/>
              </w:sdtPr>
              <w:sdtEndPr/>
              <w:sdtContent>
                <w:r w:rsidR="005E3E15" w:rsidRPr="00973885">
                  <w:rPr>
                    <w:lang w:bidi="cs-CZ"/>
                  </w:rPr>
                  <w:t>Datum</w:t>
                </w:r>
              </w:sdtContent>
            </w:sdt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692" w:type="dxa"/>
          </w:tcPr>
          <w:p w14:paraId="5925096D" w14:textId="77777777" w:rsidR="005E3E15" w:rsidRPr="00973885" w:rsidRDefault="005E3E15" w:rsidP="005E3E15">
            <w:pPr>
              <w:spacing w:after="0"/>
            </w:pPr>
          </w:p>
        </w:tc>
      </w:tr>
    </w:tbl>
    <w:p w14:paraId="5CE5EE4B" w14:textId="77777777" w:rsidR="008A6F05" w:rsidRPr="00973885" w:rsidRDefault="008A6F05" w:rsidP="00451AC8">
      <w:pPr>
        <w:spacing w:after="0"/>
      </w:pPr>
    </w:p>
    <w:sectPr w:rsidR="008A6F05" w:rsidRPr="00973885" w:rsidSect="00A43C2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276" w:bottom="964" w:left="1276" w:header="1134" w:footer="1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082A5" w14:textId="77777777" w:rsidR="00D72F8E" w:rsidRDefault="00D72F8E">
      <w:pPr>
        <w:spacing w:before="0" w:after="0"/>
      </w:pPr>
      <w:r>
        <w:separator/>
      </w:r>
    </w:p>
  </w:endnote>
  <w:endnote w:type="continuationSeparator" w:id="0">
    <w:p w14:paraId="5323EB37" w14:textId="77777777" w:rsidR="00D72F8E" w:rsidRDefault="00D72F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9540" w14:textId="77777777" w:rsidR="000C2633" w:rsidRDefault="008A6F05">
    <w:pPr>
      <w:pStyle w:val="Zpat"/>
      <w:jc w:val="right"/>
    </w:pPr>
    <w:r>
      <w:rPr>
        <w:lang w:bidi="cs-CZ"/>
      </w:rPr>
      <w:fldChar w:fldCharType="begin"/>
    </w:r>
    <w:r>
      <w:rPr>
        <w:lang w:bidi="cs-CZ"/>
      </w:rPr>
      <w:instrText xml:space="preserve"> PAGE   \* MERGEFORMAT </w:instrText>
    </w:r>
    <w:r>
      <w:rPr>
        <w:lang w:bidi="cs-CZ"/>
      </w:rPr>
      <w:fldChar w:fldCharType="separate"/>
    </w:r>
    <w:r>
      <w:rPr>
        <w:noProof/>
        <w:lang w:bidi="cs-CZ"/>
      </w:rPr>
      <w:t>2</w:t>
    </w:r>
    <w:r>
      <w:rPr>
        <w:noProof/>
        <w:lang w:bidi="cs-CZ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4417" w14:textId="5B1D9E04" w:rsidR="008F042E" w:rsidRDefault="00936824" w:rsidP="00936824">
    <w:pPr>
      <w:pStyle w:val="Zpat"/>
      <w:ind w:left="-284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43EF06" wp14:editId="3739DAF0">
              <wp:simplePos x="0" y="0"/>
              <wp:positionH relativeFrom="column">
                <wp:posOffset>-284481</wp:posOffset>
              </wp:positionH>
              <wp:positionV relativeFrom="paragraph">
                <wp:posOffset>69850</wp:posOffset>
              </wp:positionV>
              <wp:extent cx="6486525" cy="11430"/>
              <wp:effectExtent l="0" t="0" r="28575" b="2667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6525" cy="1143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E3D14B6" id="Přímá spojnice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4pt,5.5pt" to="488.3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" strokecolor="#4579b8 [3044]"/>
          </w:pict>
        </mc:Fallback>
      </mc:AlternateContent>
    </w:r>
  </w:p>
  <w:p w14:paraId="6CB05699" w14:textId="11FBC550" w:rsidR="008F042E" w:rsidRPr="004F1256" w:rsidRDefault="008F042E" w:rsidP="00936824">
    <w:pPr>
      <w:pStyle w:val="Zpat"/>
      <w:ind w:left="-709" w:right="-711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Nemocnice Pardubického kraje, a.s., Kyjevská 44, 532 03 Pardubice • tel.: +420 466 011 111, +420 467 431 111 • fax: +420 466 650 536</w:t>
    </w:r>
  </w:p>
  <w:p w14:paraId="43F70A37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 xml:space="preserve">OR: vedený Krajským soudem v Hradci Králové, oddíl B, vložka 2629 • IČ: 275 20 536 • DIČ: CZ27520536 • </w:t>
    </w:r>
    <w:proofErr w:type="spellStart"/>
    <w:r w:rsidRPr="004F1256">
      <w:rPr>
        <w:rFonts w:ascii="Tahoma" w:hAnsi="Tahoma" w:cs="Tahoma"/>
        <w:sz w:val="16"/>
        <w:szCs w:val="16"/>
      </w:rPr>
      <w:t>Č.b.ú</w:t>
    </w:r>
    <w:proofErr w:type="spellEnd"/>
    <w:r w:rsidRPr="004F1256">
      <w:rPr>
        <w:rFonts w:ascii="Tahoma" w:hAnsi="Tahoma" w:cs="Tahoma"/>
        <w:sz w:val="16"/>
        <w:szCs w:val="16"/>
      </w:rPr>
      <w:t xml:space="preserve">.: </w:t>
    </w:r>
    <w:r>
      <w:rPr>
        <w:rFonts w:ascii="Tahoma" w:hAnsi="Tahoma" w:cs="Tahoma"/>
        <w:sz w:val="16"/>
        <w:szCs w:val="16"/>
      </w:rPr>
      <w:t>280123725/0300</w:t>
    </w:r>
  </w:p>
  <w:p w14:paraId="774FC9B4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e</w:t>
    </w:r>
    <w:r>
      <w:rPr>
        <w:rFonts w:ascii="Tahoma" w:hAnsi="Tahoma" w:cs="Tahoma"/>
        <w:sz w:val="16"/>
        <w:szCs w:val="16"/>
      </w:rPr>
      <w:t>-</w:t>
    </w:r>
    <w:r w:rsidRPr="004F1256">
      <w:rPr>
        <w:rFonts w:ascii="Tahoma" w:hAnsi="Tahoma" w:cs="Tahoma"/>
        <w:sz w:val="16"/>
        <w:szCs w:val="16"/>
      </w:rPr>
      <w:t>mail: info@nempk.cz • http: www.nempk.cz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A50FC" w14:textId="77777777" w:rsidR="00D72F8E" w:rsidRDefault="00D72F8E">
      <w:pPr>
        <w:spacing w:before="0" w:after="0"/>
      </w:pPr>
      <w:r>
        <w:separator/>
      </w:r>
    </w:p>
  </w:footnote>
  <w:footnote w:type="continuationSeparator" w:id="0">
    <w:p w14:paraId="13B8B788" w14:textId="77777777" w:rsidR="00D72F8E" w:rsidRDefault="00D72F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1944" w14:textId="77777777" w:rsidR="000C2633" w:rsidRDefault="000C2633" w:rsidP="0064620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9B09F" w14:textId="1EB1B58E" w:rsidR="000C2633" w:rsidRDefault="006E0E09">
    <w:pPr>
      <w:pStyle w:val="Zhlav"/>
    </w:pPr>
    <w:r>
      <w:rPr>
        <w:noProof/>
        <w:lang w:bidi="cs-CZ"/>
      </w:rPr>
      <w:drawing>
        <wp:anchor distT="0" distB="0" distL="114300" distR="114300" simplePos="0" relativeHeight="251660288" behindDoc="1" locked="0" layoutInCell="1" allowOverlap="1" wp14:anchorId="170CD95A" wp14:editId="228EC308">
          <wp:simplePos x="0" y="0"/>
          <wp:positionH relativeFrom="margin">
            <wp:align>right</wp:align>
          </wp:positionH>
          <wp:positionV relativeFrom="paragraph">
            <wp:posOffset>-574731</wp:posOffset>
          </wp:positionV>
          <wp:extent cx="2131200" cy="572400"/>
          <wp:effectExtent l="0" t="0" r="254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1200" cy="57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3DD5">
      <w:rPr>
        <w:noProof/>
        <w:lang w:bidi="cs-CZ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5494A88D" wp14:editId="24B595C8">
              <wp:simplePos x="0" y="0"/>
              <wp:positionH relativeFrom="margin">
                <wp:posOffset>1550035</wp:posOffset>
              </wp:positionH>
              <wp:positionV relativeFrom="paragraph">
                <wp:posOffset>-537210</wp:posOffset>
              </wp:positionV>
              <wp:extent cx="2783839" cy="1287144"/>
              <wp:effectExtent l="0" t="0" r="0" b="889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3839" cy="128714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9DEDB9" w14:textId="77777777" w:rsidR="00A73DD5" w:rsidRDefault="00A73DD5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208B2F1D" w14:textId="77777777" w:rsidR="00A43C24" w:rsidRDefault="00A43C24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70D3DD4C" w14:textId="05AEDE1A" w:rsid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Dodávka hardware a software</w:t>
                          </w:r>
                        </w:p>
                        <w:p w14:paraId="0ADDA7F2" w14:textId="77777777" w:rsidR="00592D2E" w:rsidRP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LICENČNÍ UJEDNÁNÍ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94A88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122.05pt;margin-top:-42.3pt;width:219.2pt;height:101.3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" stroked="f">
              <v:textbox>
                <w:txbxContent>
                  <w:p w14:paraId="599DEDB9" w14:textId="77777777" w:rsidR="00A73DD5" w:rsidRDefault="00A73DD5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208B2F1D" w14:textId="77777777" w:rsidR="00A43C24" w:rsidRDefault="00A43C24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70D3DD4C" w14:textId="05AEDE1A" w:rsid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Dodávka hardware a software</w:t>
                    </w:r>
                  </w:p>
                  <w:p w14:paraId="0ADDA7F2" w14:textId="77777777" w:rsidR="00592D2E" w:rsidRP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LICENČNÍ UJEDNÁNÍ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BF03F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6035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C2CC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36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D0ED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8897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B20A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983A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988D7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7EA11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1A38E7"/>
    <w:multiLevelType w:val="hybridMultilevel"/>
    <w:tmpl w:val="B8C017BA"/>
    <w:lvl w:ilvl="0" w:tplc="D230399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81E46"/>
    <w:multiLevelType w:val="hybridMultilevel"/>
    <w:tmpl w:val="4CA2656C"/>
    <w:lvl w:ilvl="0" w:tplc="38684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D2E"/>
    <w:rsid w:val="0003318B"/>
    <w:rsid w:val="00053E55"/>
    <w:rsid w:val="000B2528"/>
    <w:rsid w:val="000C02F4"/>
    <w:rsid w:val="000C2633"/>
    <w:rsid w:val="001A40E4"/>
    <w:rsid w:val="001B2073"/>
    <w:rsid w:val="001C09BA"/>
    <w:rsid w:val="001C1855"/>
    <w:rsid w:val="001C528B"/>
    <w:rsid w:val="001E0EE4"/>
    <w:rsid w:val="001E59CF"/>
    <w:rsid w:val="002249F0"/>
    <w:rsid w:val="0028627D"/>
    <w:rsid w:val="002F1DBC"/>
    <w:rsid w:val="003241AA"/>
    <w:rsid w:val="00342CDD"/>
    <w:rsid w:val="00363A6A"/>
    <w:rsid w:val="003E6DD7"/>
    <w:rsid w:val="003F19D0"/>
    <w:rsid w:val="003F7756"/>
    <w:rsid w:val="0040057F"/>
    <w:rsid w:val="00451AC8"/>
    <w:rsid w:val="00485B7B"/>
    <w:rsid w:val="004E1A15"/>
    <w:rsid w:val="00521A90"/>
    <w:rsid w:val="00541AB1"/>
    <w:rsid w:val="005443BE"/>
    <w:rsid w:val="005677DD"/>
    <w:rsid w:val="00587DD7"/>
    <w:rsid w:val="00592D2E"/>
    <w:rsid w:val="005D6703"/>
    <w:rsid w:val="005E3543"/>
    <w:rsid w:val="005E3E15"/>
    <w:rsid w:val="00612432"/>
    <w:rsid w:val="006228EE"/>
    <w:rsid w:val="00624063"/>
    <w:rsid w:val="00635407"/>
    <w:rsid w:val="00640DC5"/>
    <w:rsid w:val="0064620B"/>
    <w:rsid w:val="0066002F"/>
    <w:rsid w:val="0067116C"/>
    <w:rsid w:val="006A0C25"/>
    <w:rsid w:val="006C6C8C"/>
    <w:rsid w:val="006E0E09"/>
    <w:rsid w:val="006E5D77"/>
    <w:rsid w:val="00761239"/>
    <w:rsid w:val="00773476"/>
    <w:rsid w:val="00795023"/>
    <w:rsid w:val="007E23BC"/>
    <w:rsid w:val="007F086A"/>
    <w:rsid w:val="00802707"/>
    <w:rsid w:val="008156CB"/>
    <w:rsid w:val="00837F9D"/>
    <w:rsid w:val="008527F0"/>
    <w:rsid w:val="00857401"/>
    <w:rsid w:val="008A6F05"/>
    <w:rsid w:val="008F042E"/>
    <w:rsid w:val="00936824"/>
    <w:rsid w:val="009541C6"/>
    <w:rsid w:val="00973885"/>
    <w:rsid w:val="00991989"/>
    <w:rsid w:val="009A308A"/>
    <w:rsid w:val="009B3768"/>
    <w:rsid w:val="009C7DE8"/>
    <w:rsid w:val="009F1B71"/>
    <w:rsid w:val="00A017DA"/>
    <w:rsid w:val="00A43C24"/>
    <w:rsid w:val="00A63436"/>
    <w:rsid w:val="00A67051"/>
    <w:rsid w:val="00A670F2"/>
    <w:rsid w:val="00A71A3A"/>
    <w:rsid w:val="00A73DD5"/>
    <w:rsid w:val="00AE0586"/>
    <w:rsid w:val="00B42047"/>
    <w:rsid w:val="00B8392C"/>
    <w:rsid w:val="00B92C11"/>
    <w:rsid w:val="00BA478E"/>
    <w:rsid w:val="00BC7D19"/>
    <w:rsid w:val="00BE104B"/>
    <w:rsid w:val="00BE2B5A"/>
    <w:rsid w:val="00C07439"/>
    <w:rsid w:val="00C16B50"/>
    <w:rsid w:val="00C26D0F"/>
    <w:rsid w:val="00C5493D"/>
    <w:rsid w:val="00C90669"/>
    <w:rsid w:val="00C97885"/>
    <w:rsid w:val="00CA1C12"/>
    <w:rsid w:val="00CA7DE2"/>
    <w:rsid w:val="00CC0619"/>
    <w:rsid w:val="00CD182B"/>
    <w:rsid w:val="00D2769F"/>
    <w:rsid w:val="00D72F8E"/>
    <w:rsid w:val="00D7348B"/>
    <w:rsid w:val="00DA2EA0"/>
    <w:rsid w:val="00DA5EC0"/>
    <w:rsid w:val="00DA6B90"/>
    <w:rsid w:val="00E00E9F"/>
    <w:rsid w:val="00E15D1D"/>
    <w:rsid w:val="00E259EE"/>
    <w:rsid w:val="00E553AA"/>
    <w:rsid w:val="00EA0EB4"/>
    <w:rsid w:val="00EF3E0B"/>
    <w:rsid w:val="00F13224"/>
    <w:rsid w:val="00F37398"/>
    <w:rsid w:val="00F42096"/>
    <w:rsid w:val="00F5388D"/>
    <w:rsid w:val="00F73A09"/>
    <w:rsid w:val="00F857DF"/>
    <w:rsid w:val="00F90B73"/>
    <w:rsid w:val="00FC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6D5833"/>
  <w15:chartTrackingRefBased/>
  <w15:docId w15:val="{AA5CC515-D07D-4AC5-BED8-216EE7EF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cs-CZ" w:eastAsia="ja-JP" w:bidi="ar-SA"/>
      </w:rPr>
    </w:rPrDefault>
    <w:pPrDefault>
      <w:pPr>
        <w:spacing w:before="30" w:after="3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5"/>
    <w:lsdException w:name="List Number" w:uiPriority="5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40E4"/>
  </w:style>
  <w:style w:type="paragraph" w:styleId="Nadpis1">
    <w:name w:val="heading 1"/>
    <w:basedOn w:val="Normln"/>
    <w:link w:val="Nadpis1Char"/>
    <w:uiPriority w:val="9"/>
    <w:qFormat/>
    <w:pPr>
      <w:keepLines/>
      <w:spacing w:before="120" w:after="120"/>
      <w:outlineLvl w:val="0"/>
    </w:pPr>
    <w:rPr>
      <w:rFonts w:asciiTheme="majorHAnsi" w:eastAsiaTheme="majorEastAsia" w:hAnsiTheme="majorHAnsi" w:cstheme="majorBidi"/>
      <w:b/>
      <w:smallCaps/>
      <w:sz w:val="22"/>
      <w:szCs w:val="32"/>
    </w:rPr>
  </w:style>
  <w:style w:type="paragraph" w:styleId="Nadpis2">
    <w:name w:val="heading 2"/>
    <w:basedOn w:val="Normln"/>
    <w:link w:val="Nadpis2Char"/>
    <w:uiPriority w:val="9"/>
    <w:unhideWhenUsed/>
    <w:qFormat/>
    <w:pPr>
      <w:keepLines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40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43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43B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semiHidden/>
    <w:unhideWhenUsed/>
    <w:qFormat/>
    <w:rPr>
      <w:b/>
      <w:bCs/>
      <w:i/>
      <w:iCs/>
      <w:spacing w:val="0"/>
    </w:rPr>
  </w:style>
  <w:style w:type="character" w:styleId="Odkazintenzivn">
    <w:name w:val="Intense Reference"/>
    <w:basedOn w:val="Standardnpsmoodstavce"/>
    <w:uiPriority w:val="32"/>
    <w:semiHidden/>
    <w:unhideWhenUsed/>
    <w:qFormat/>
    <w:rsid w:val="001A40E4"/>
    <w:rPr>
      <w:b/>
      <w:bCs/>
      <w:caps w:val="0"/>
      <w:smallCaps/>
      <w:color w:val="365F91" w:themeColor="accent1" w:themeShade="BF"/>
      <w:spacing w:val="0"/>
    </w:rPr>
  </w:style>
  <w:style w:type="paragraph" w:styleId="Seznamsodrkami">
    <w:name w:val="List Bullet"/>
    <w:basedOn w:val="Normln"/>
    <w:uiPriority w:val="10"/>
    <w:pPr>
      <w:numPr>
        <w:numId w:val="3"/>
      </w:numPr>
    </w:pPr>
  </w:style>
  <w:style w:type="paragraph" w:styleId="slovanseznam">
    <w:name w:val="List Number"/>
    <w:basedOn w:val="Normln"/>
    <w:uiPriority w:val="10"/>
    <w:pPr>
      <w:numPr>
        <w:numId w:val="4"/>
      </w:numPr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before="0" w:after="160"/>
    </w:pPr>
    <w:rPr>
      <w:rFonts w:eastAsiaTheme="minorHAns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Theme="minorHAnsi"/>
      <w:lang w:eastAsia="en-US"/>
    </w:rPr>
  </w:style>
  <w:style w:type="paragraph" w:styleId="Bezmezer">
    <w:name w:val="No Spacing"/>
    <w:uiPriority w:val="1"/>
    <w:semiHidden/>
    <w:unhideWhenUsed/>
    <w:qFormat/>
    <w:pPr>
      <w:spacing w:before="0" w:after="0"/>
    </w:pPr>
  </w:style>
  <w:style w:type="paragraph" w:styleId="Zpat">
    <w:name w:val="footer"/>
    <w:basedOn w:val="Normln"/>
    <w:link w:val="ZpatChar"/>
    <w:unhideWhenUsed/>
  </w:style>
  <w:style w:type="character" w:customStyle="1" w:styleId="ZpatChar">
    <w:name w:val="Zápatí Char"/>
    <w:basedOn w:val="Standardnpsmoodstavce"/>
    <w:link w:val="Zpat"/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8Char">
    <w:name w:val="Nadpis 8 Char"/>
    <w:basedOn w:val="Standardnpsmoodstavce"/>
    <w:link w:val="Nadpis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keepNext/>
      <w:outlineLvl w:val="9"/>
    </w:pPr>
  </w:style>
  <w:style w:type="paragraph" w:styleId="Zhlav">
    <w:name w:val="header"/>
    <w:basedOn w:val="Normln"/>
    <w:link w:val="ZhlavChar"/>
    <w:uiPriority w:val="99"/>
    <w:unhideWhenUsed/>
    <w:pPr>
      <w:spacing w:before="0" w:after="240"/>
      <w:jc w:val="right"/>
    </w:pPr>
    <w:rPr>
      <w:b/>
      <w:sz w:val="28"/>
    </w:rPr>
  </w:style>
  <w:style w:type="character" w:customStyle="1" w:styleId="ZhlavChar">
    <w:name w:val="Záhlaví Char"/>
    <w:basedOn w:val="Standardnpsmoodstavce"/>
    <w:link w:val="Zhlav"/>
    <w:uiPriority w:val="99"/>
    <w:rPr>
      <w:b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  <w:lang w:eastAsia="en-US"/>
    </w:rPr>
  </w:style>
  <w:style w:type="table" w:styleId="Prosttabulka4">
    <w:name w:val="Plain Table 4"/>
    <w:basedOn w:val="Normlntabulka"/>
    <w:uiPriority w:val="44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761239"/>
    <w:rPr>
      <w:rFonts w:asciiTheme="majorHAnsi" w:eastAsiaTheme="majorEastAsia" w:hAnsiTheme="majorHAnsi" w:cstheme="majorBidi"/>
      <w:b/>
      <w:smallCaps/>
      <w:sz w:val="2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b/>
      <w:szCs w:val="26"/>
    </w:rPr>
  </w:style>
  <w:style w:type="table" w:styleId="Prosttabulka1">
    <w:name w:val="Plain Table 1"/>
    <w:basedOn w:val="Normlntabulka"/>
    <w:uiPriority w:val="41"/>
    <w:rsid w:val="008A6F05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Mkatabulky">
    <w:name w:val="Table Grid"/>
    <w:basedOn w:val="Normlntabulka"/>
    <w:uiPriority w:val="39"/>
    <w:rsid w:val="00973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9738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5Char">
    <w:name w:val="Nadpis 5 Char"/>
    <w:basedOn w:val="Standardnpsmoodstavce"/>
    <w:link w:val="Nadpis5"/>
    <w:uiPriority w:val="9"/>
    <w:semiHidden/>
    <w:rsid w:val="001A40E4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Zdraznnintenzivn">
    <w:name w:val="Intense Emphasis"/>
    <w:basedOn w:val="Standardnpsmoodstavce"/>
    <w:uiPriority w:val="21"/>
    <w:semiHidden/>
    <w:unhideWhenUsed/>
    <w:qFormat/>
    <w:rsid w:val="001A40E4"/>
    <w:rPr>
      <w:i/>
      <w:iCs/>
      <w:color w:val="365F9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semiHidden/>
    <w:unhideWhenUsed/>
    <w:qFormat/>
    <w:rsid w:val="001A40E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semiHidden/>
    <w:rsid w:val="001A40E4"/>
    <w:rPr>
      <w:i/>
      <w:iCs/>
      <w:color w:val="365F91" w:themeColor="accent1" w:themeShade="BF"/>
    </w:rPr>
  </w:style>
  <w:style w:type="paragraph" w:styleId="Textvbloku">
    <w:name w:val="Block Text"/>
    <w:basedOn w:val="Normln"/>
    <w:uiPriority w:val="99"/>
    <w:semiHidden/>
    <w:unhideWhenUsed/>
    <w:rsid w:val="001A40E4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i/>
      <w:iCs/>
      <w:color w:val="365F91" w:themeColor="accent1" w:themeShade="BF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A40E4"/>
    <w:rPr>
      <w:color w:val="595959" w:themeColor="text1" w:themeTint="A6"/>
      <w:shd w:val="clear" w:color="auto" w:fill="E6E6E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443BE"/>
    <w:pPr>
      <w:spacing w:before="0" w:after="200"/>
    </w:pPr>
    <w:rPr>
      <w:i/>
      <w:iCs/>
      <w:color w:val="1F497D" w:themeColor="text2"/>
      <w:sz w:val="18"/>
      <w:szCs w:val="18"/>
    </w:rPr>
  </w:style>
  <w:style w:type="character" w:styleId="Zdraznn">
    <w:name w:val="Emphasis"/>
    <w:basedOn w:val="Standardnpsmoodstavce"/>
    <w:uiPriority w:val="20"/>
    <w:semiHidden/>
    <w:unhideWhenUsed/>
    <w:qFormat/>
    <w:rsid w:val="005443BE"/>
    <w:rPr>
      <w:i/>
      <w:i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43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43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dstavecseseznamem">
    <w:name w:val="List Paragraph"/>
    <w:basedOn w:val="Normln"/>
    <w:uiPriority w:val="34"/>
    <w:semiHidden/>
    <w:unhideWhenUsed/>
    <w:qFormat/>
    <w:rsid w:val="005443B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semiHidden/>
    <w:unhideWhenUsed/>
    <w:qFormat/>
    <w:rsid w:val="005443B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semiHidden/>
    <w:rsid w:val="005443BE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semiHidden/>
    <w:unhideWhenUsed/>
    <w:qFormat/>
    <w:rsid w:val="005443BE"/>
    <w:rPr>
      <w:b/>
      <w:bCs/>
    </w:rPr>
  </w:style>
  <w:style w:type="paragraph" w:styleId="Podnadpis">
    <w:name w:val="Subtitle"/>
    <w:basedOn w:val="Normln"/>
    <w:next w:val="Normln"/>
    <w:link w:val="PodnadpisChar"/>
    <w:uiPriority w:val="11"/>
    <w:semiHidden/>
    <w:unhideWhenUsed/>
    <w:qFormat/>
    <w:rsid w:val="005443BE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5443BE"/>
    <w:rPr>
      <w:color w:val="5A5A5A" w:themeColor="text1" w:themeTint="A5"/>
      <w:spacing w:val="15"/>
      <w:sz w:val="22"/>
      <w:szCs w:val="22"/>
    </w:rPr>
  </w:style>
  <w:style w:type="character" w:styleId="Zdraznnjemn">
    <w:name w:val="Subtle Emphasis"/>
    <w:basedOn w:val="Standardnpsmoodstavce"/>
    <w:uiPriority w:val="19"/>
    <w:semiHidden/>
    <w:unhideWhenUsed/>
    <w:qFormat/>
    <w:rsid w:val="005443BE"/>
    <w:rPr>
      <w:i/>
      <w:iCs/>
      <w:color w:val="404040" w:themeColor="text1" w:themeTint="BF"/>
    </w:rPr>
  </w:style>
  <w:style w:type="character" w:styleId="Odkazjemn">
    <w:name w:val="Subtle Reference"/>
    <w:basedOn w:val="Standardnpsmoodstavce"/>
    <w:uiPriority w:val="31"/>
    <w:semiHidden/>
    <w:unhideWhenUsed/>
    <w:qFormat/>
    <w:rsid w:val="005443BE"/>
    <w:rPr>
      <w:smallCaps/>
      <w:color w:val="5A5A5A" w:themeColor="text1" w:themeTint="A5"/>
    </w:rPr>
  </w:style>
  <w:style w:type="paragraph" w:styleId="Nzev">
    <w:name w:val="Title"/>
    <w:basedOn w:val="Normln"/>
    <w:next w:val="Normln"/>
    <w:link w:val="NzevChar"/>
    <w:uiPriority w:val="10"/>
    <w:semiHidden/>
    <w:unhideWhenUsed/>
    <w:qFormat/>
    <w:rsid w:val="005443BE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5443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humil.bisko\AppData\Roaming\Microsoft\Templates\Formul&#225;&#345;%20popisu%20pracovn&#237;%20poz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B8778E5FC0A49EF92338BD79F51E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4FDAA-A14A-4D0B-8AC1-E0EB0E6220EE}"/>
      </w:docPartPr>
      <w:docPartBody>
        <w:p w:rsidR="00B541A0" w:rsidRDefault="00B30447" w:rsidP="00B30447">
          <w:pPr>
            <w:pStyle w:val="DB8778E5FC0A49EF92338BD79F51E0E5"/>
          </w:pPr>
          <w:r w:rsidRPr="00973885">
            <w:rPr>
              <w:lang w:bidi="cs-CZ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47"/>
    <w:rsid w:val="000E4196"/>
    <w:rsid w:val="00B30447"/>
    <w:rsid w:val="00B541A0"/>
    <w:rsid w:val="00E3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B8778E5FC0A49EF92338BD79F51E0E5">
    <w:name w:val="DB8778E5FC0A49EF92338BD79F51E0E5"/>
    <w:rsid w:val="00B304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Job Description Form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DEB3B8-867D-46D9-832F-2F375410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Formulář popisu pracovní pozice.dotx</Template>
  <TotalTime>162</TotalTime>
  <Pages>2</Pages>
  <Words>133</Words>
  <Characters>914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Biško Bohumil (PKN-ICT)</dc:creator>
  <cp:keywords/>
  <dc:description/>
  <cp:lastModifiedBy>Čížková Jaroslava (PKN-ZAK)</cp:lastModifiedBy>
  <cp:revision>16</cp:revision>
  <cp:lastPrinted>2019-08-19T06:19:00Z</cp:lastPrinted>
  <dcterms:created xsi:type="dcterms:W3CDTF">2019-08-19T06:34:00Z</dcterms:created>
  <dcterms:modified xsi:type="dcterms:W3CDTF">2021-06-01T10:40:00Z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2018-04-06T07:09:56.0491105Z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</Properties>
</file>